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2EF6EC6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442E4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1B7C771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442E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7442E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8F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ADDD" w14:textId="77777777" w:rsidR="006520E0" w:rsidRDefault="006520E0" w:rsidP="00C16ABF">
      <w:pPr>
        <w:spacing w:after="0" w:line="240" w:lineRule="auto"/>
      </w:pPr>
      <w:r>
        <w:separator/>
      </w:r>
    </w:p>
  </w:endnote>
  <w:endnote w:type="continuationSeparator" w:id="0">
    <w:p w14:paraId="52031632" w14:textId="77777777" w:rsidR="006520E0" w:rsidRDefault="006520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D9B49" w14:textId="77777777" w:rsidR="006520E0" w:rsidRDefault="006520E0" w:rsidP="00C16ABF">
      <w:pPr>
        <w:spacing w:after="0" w:line="240" w:lineRule="auto"/>
      </w:pPr>
      <w:r>
        <w:separator/>
      </w:r>
    </w:p>
  </w:footnote>
  <w:footnote w:type="continuationSeparator" w:id="0">
    <w:p w14:paraId="14CCA3AE" w14:textId="77777777" w:rsidR="006520E0" w:rsidRDefault="006520E0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558F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20E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EA3"/>
    <w:rsid w:val="0071620A"/>
    <w:rsid w:val="00724677"/>
    <w:rsid w:val="00725459"/>
    <w:rsid w:val="007327BD"/>
    <w:rsid w:val="00734608"/>
    <w:rsid w:val="007442E4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F8BD2D-1690-4F94-96AB-DDBC6A3D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2020-12-13T21:42:00Z</dcterms:created>
  <dcterms:modified xsi:type="dcterms:W3CDTF">2022-02-11T09:17:00Z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